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E24ED94247064063AF90DA8C9B55B1A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14:paraId="4DA6E6BD" w14:textId="5D71E267" w:rsidR="00553DF6" w:rsidRPr="00A5747E" w:rsidRDefault="00164669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Hannes Pärtna juhatuse liige</w:t>
          </w:r>
        </w:p>
      </w:sdtContent>
    </w:sdt>
    <w:p w14:paraId="16EEC362" w14:textId="78935293" w:rsidR="00553DF6" w:rsidRPr="00A5747E" w:rsidRDefault="00164669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Purtse Vabatahtlik Merepääste MTÜ</w:t>
      </w:r>
    </w:p>
    <w:p w14:paraId="60CA32CF" w14:textId="06007C9A" w:rsidR="00553DF6" w:rsidRPr="00A5747E" w:rsidRDefault="0016466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Purtse Hannese</w:t>
      </w:r>
    </w:p>
    <w:p w14:paraId="480C0F7B" w14:textId="76CB1956" w:rsidR="00553DF6" w:rsidRPr="00A5747E" w:rsidRDefault="00164669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Lüganuse vald</w:t>
      </w:r>
    </w:p>
    <w:p w14:paraId="47B97471" w14:textId="6AB68731" w:rsidR="00553DF6" w:rsidRDefault="00000000" w:rsidP="00CC4524">
      <w:pPr>
        <w:pStyle w:val="Kuupev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164669">
            <w:rPr>
              <w:rFonts w:ascii="Times New Roman" w:hAnsi="Times New Roman" w:cs="Times New Roman"/>
              <w:sz w:val="24"/>
              <w:szCs w:val="24"/>
            </w:rPr>
            <w:t>Telef: 55534351 meil: hannes@purtsesar.ee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593"/>
              <w:gridCol w:w="2449"/>
              <w:gridCol w:w="1267"/>
              <w:gridCol w:w="1549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/merepäästetööga </w:t>
                  </w:r>
                </w:p>
              </w:tc>
            </w:tr>
            <w:tr w:rsidR="00642DCE" w14:paraId="11B82948" w14:textId="77777777" w:rsidTr="00164669">
              <w:trPr>
                <w:trHeight w:val="1465"/>
              </w:trPr>
              <w:tc>
                <w:tcPr>
                  <w:tcW w:w="1562" w:type="dxa"/>
                </w:tcPr>
                <w:p w14:paraId="669B3158" w14:textId="5F1A36F6" w:rsidR="00642DCE" w:rsidRPr="00642DCE" w:rsidRDefault="00164669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Merepäästekaatri Larsen B920 </w:t>
                  </w:r>
                  <w:r w:rsidR="009974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2016 a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muretsemine </w:t>
                  </w:r>
                </w:p>
              </w:tc>
              <w:tc>
                <w:tcPr>
                  <w:tcW w:w="2458" w:type="dxa"/>
                </w:tcPr>
                <w:p w14:paraId="6AC0F9A6" w14:textId="25D753D6" w:rsidR="00642DCE" w:rsidRPr="00642DCE" w:rsidRDefault="00164669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Ol</w:t>
                  </w:r>
                  <w:r w:rsidR="009974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me sunnitud muretsema ühingule merepäästetöödeks uuema päästekaatri,kuna vana </w:t>
                  </w:r>
                  <w:r w:rsidR="009974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Atlantic21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on aastast 1980 ja amortiseerunud.Edasine remont on majanduslikult mitte otstarbekas.</w:t>
                  </w:r>
                </w:p>
              </w:tc>
              <w:tc>
                <w:tcPr>
                  <w:tcW w:w="1276" w:type="dxa"/>
                </w:tcPr>
                <w:p w14:paraId="083638BD" w14:textId="1247CECC" w:rsidR="00642DCE" w:rsidRPr="00642DCE" w:rsidRDefault="00C20FBC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19500</w:t>
                  </w:r>
                  <w:r w:rsidR="00DD79EA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.- eur</w:t>
                  </w:r>
                </w:p>
              </w:tc>
              <w:tc>
                <w:tcPr>
                  <w:tcW w:w="1562" w:type="dxa"/>
                </w:tcPr>
                <w:p w14:paraId="232B5F90" w14:textId="566837D0" w:rsidR="00642DCE" w:rsidRPr="00642DCE" w:rsidRDefault="0099746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20.11.2025</w:t>
                  </w:r>
                </w:p>
              </w:tc>
              <w:tc>
                <w:tcPr>
                  <w:tcW w:w="2935" w:type="dxa"/>
                </w:tcPr>
                <w:p w14:paraId="51FDD3EE" w14:textId="7536691F" w:rsidR="00642DCE" w:rsidRPr="00642DCE" w:rsidRDefault="0007454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Merepäästetöö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56C3A4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404C6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644EC9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D3588D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1527F38E" w:rsidR="00642DCE" w:rsidRPr="00E7336D" w:rsidRDefault="0007454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Oleme teinud sissemakse arve alusel summas 10000.- eur .Saavutasime kokkuleppe müüjaga tasuda ülejäänud summa </w:t>
            </w:r>
            <w:r w:rsidR="00997467">
              <w:rPr>
                <w:rFonts w:ascii="Times New Roman" w:hAnsi="Times New Roman" w:cs="Times New Roman"/>
                <w:sz w:val="24"/>
                <w:szCs w:val="24"/>
              </w:rPr>
              <w:t>järgneva aasta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jooksul või võimalusel ennetähtaegselt.</w:t>
            </w:r>
            <w:r w:rsidR="00997467">
              <w:rPr>
                <w:rFonts w:ascii="Times New Roman" w:hAnsi="Times New Roman" w:cs="Times New Roman"/>
                <w:sz w:val="24"/>
                <w:szCs w:val="24"/>
              </w:rPr>
              <w:t xml:space="preserve"> Kulusid pole kaetud teiste toetuste eest.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8EEAD" w14:textId="77777777" w:rsidR="00087A42" w:rsidRDefault="00087A42" w:rsidP="00553DF6">
      <w:r>
        <w:separator/>
      </w:r>
    </w:p>
  </w:endnote>
  <w:endnote w:type="continuationSeparator" w:id="0">
    <w:p w14:paraId="5C4500B6" w14:textId="77777777" w:rsidR="00087A42" w:rsidRDefault="00087A42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043E2" w14:textId="77777777" w:rsidR="00087A42" w:rsidRDefault="00087A42" w:rsidP="00553DF6">
      <w:r>
        <w:separator/>
      </w:r>
    </w:p>
  </w:footnote>
  <w:footnote w:type="continuationSeparator" w:id="0">
    <w:p w14:paraId="0CDE9967" w14:textId="77777777" w:rsidR="00087A42" w:rsidRDefault="00087A42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07454E"/>
    <w:rsid w:val="00087A42"/>
    <w:rsid w:val="00164669"/>
    <w:rsid w:val="00252A23"/>
    <w:rsid w:val="00313F8C"/>
    <w:rsid w:val="00334A00"/>
    <w:rsid w:val="003F55B9"/>
    <w:rsid w:val="003F798C"/>
    <w:rsid w:val="00553DF6"/>
    <w:rsid w:val="005555A4"/>
    <w:rsid w:val="0056754F"/>
    <w:rsid w:val="00642DCE"/>
    <w:rsid w:val="00710334"/>
    <w:rsid w:val="00887B31"/>
    <w:rsid w:val="008C46C4"/>
    <w:rsid w:val="00994A78"/>
    <w:rsid w:val="00997467"/>
    <w:rsid w:val="00A628E3"/>
    <w:rsid w:val="00AD0E41"/>
    <w:rsid w:val="00B84E10"/>
    <w:rsid w:val="00C20FBC"/>
    <w:rsid w:val="00CC4524"/>
    <w:rsid w:val="00D4718D"/>
    <w:rsid w:val="00D83A8D"/>
    <w:rsid w:val="00DB268A"/>
    <w:rsid w:val="00DD79EA"/>
    <w:rsid w:val="00E61DD5"/>
    <w:rsid w:val="00E7336D"/>
    <w:rsid w:val="00EB7EC2"/>
    <w:rsid w:val="00EE18E6"/>
    <w:rsid w:val="00F502BD"/>
    <w:rsid w:val="00FE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5555A4"/>
    <w:rsid w:val="00710334"/>
    <w:rsid w:val="00A37C25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taotlusvorm.dotx</Template>
  <TotalTime>10</TotalTime>
  <Pages>2</Pages>
  <Words>226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Telef: 55534351 meil: hannes@purtsesar.ee</dc:description>
  <cp:lastModifiedBy>Hannes Pärtna</cp:lastModifiedBy>
  <cp:revision>3</cp:revision>
  <dcterms:created xsi:type="dcterms:W3CDTF">2025-12-12T08:50:00Z</dcterms:created>
  <dcterms:modified xsi:type="dcterms:W3CDTF">2025-12-12T09:00:00Z</dcterms:modified>
  <cp:contentStatus>Hannes Pärtna juhatuse liige</cp:contentStatus>
</cp:coreProperties>
</file>